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D6" w:rsidRDefault="00364BD6" w:rsidP="00760E7F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760E7F">
        <w:rPr>
          <w:rFonts w:ascii="Times New Roman" w:hAnsi="Times New Roman"/>
          <w:sz w:val="32"/>
          <w:szCs w:val="32"/>
        </w:rPr>
        <w:t>POČÍTÁME DO DVACETI</w:t>
      </w:r>
    </w:p>
    <w:p w:rsidR="00364BD6" w:rsidRDefault="00364BD6" w:rsidP="00760E7F">
      <w:pPr>
        <w:spacing w:after="0" w:line="24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364BD6" w:rsidRDefault="00364BD6" w:rsidP="00760E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 třídy chodí 19 dětí, z toho dívek je 11. Spočítej, kolik chodí do třídy chlapců.</w:t>
      </w:r>
    </w:p>
    <w:p w:rsidR="00364BD6" w:rsidRDefault="00364BD6" w:rsidP="00760E7F">
      <w:pPr>
        <w:ind w:left="4248" w:firstLine="708"/>
      </w:pPr>
      <w:r>
        <w:rPr>
          <w:rFonts w:ascii="Times New Roman" w:hAnsi="Times New Roman"/>
          <w:sz w:val="28"/>
          <w:szCs w:val="28"/>
        </w:rPr>
        <w:t>--------------------------</w:t>
      </w:r>
    </w:p>
    <w:p w:rsidR="00364BD6" w:rsidRDefault="00364BD6" w:rsidP="00760E7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Pr="00760E7F" w:rsidRDefault="00364BD6" w:rsidP="00760E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Vypočítej příklady a výsledek napiš do křížovky.</w:t>
      </w:r>
    </w:p>
    <w:p w:rsidR="00364BD6" w:rsidRPr="00760E7F" w:rsidRDefault="00364BD6" w:rsidP="0076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760E7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960"/>
        <w:gridCol w:w="1841"/>
        <w:gridCol w:w="1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60"/>
      </w:tblGrid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12 - 4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5 + 7 =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20 - 17 =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1 + 8 =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14 + 3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0 + 1 =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16 - 11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11 - 7 =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5C73FF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9 + 11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5C73FF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</w:tbl>
    <w:p w:rsidR="00364BD6" w:rsidRDefault="00364BD6" w:rsidP="00760E7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760E7F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A817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Prohlédni si obrázek a odpověz na otázky:</w:t>
      </w:r>
    </w:p>
    <w:p w:rsidR="00364BD6" w:rsidRDefault="00364BD6" w:rsidP="00396EB3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http://img8.ceskatelevize.cz/program/porady/10130896232/foto09/03.jpg" style="width:354pt;height:213.6pt;visibility:visible">
            <v:imagedata r:id="rId5" o:title=""/>
          </v:shape>
        </w:pict>
      </w:r>
    </w:p>
    <w:p w:rsidR="00364BD6" w:rsidRPr="00787595" w:rsidRDefault="00364BD6" w:rsidP="0078759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Kolik je na obrázku zvířátek?   ---------------</w:t>
      </w:r>
    </w:p>
    <w:p w:rsidR="00364BD6" w:rsidRPr="00396EB3" w:rsidRDefault="00364BD6" w:rsidP="00396EB3">
      <w:pPr>
        <w:pStyle w:val="ListParagrap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Kolik očí mají dohromady všechny ovečky?  -----------------------------</w:t>
      </w:r>
    </w:p>
    <w:p w:rsidR="00364BD6" w:rsidRPr="00396EB3" w:rsidRDefault="00364BD6" w:rsidP="00396EB3">
      <w:pPr>
        <w:pStyle w:val="ListParagraph"/>
        <w:rPr>
          <w:rFonts w:ascii="Times New Roman" w:hAnsi="Times New Roman"/>
          <w:sz w:val="28"/>
          <w:szCs w:val="28"/>
        </w:rPr>
      </w:pPr>
    </w:p>
    <w:p w:rsidR="00364BD6" w:rsidRPr="00396EB3" w:rsidRDefault="00364BD6" w:rsidP="00396E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Kolik noh mají dohromady všechna zvířátka?  ----------------------------</w:t>
      </w:r>
    </w:p>
    <w:p w:rsidR="00364BD6" w:rsidRDefault="00364BD6" w:rsidP="00396EB3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Pr="00396EB3" w:rsidRDefault="00364BD6" w:rsidP="00396E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Pepík slaví narozeniny a na jeho oslavě je 12 hostů. Tři z nich pijí pomerančový džus, pět pije minerálku a ostatní nemají žízeň. Kolik skleniček zůstalo čistých, pokud pro každého hosta byla nachystaná jedna sklenička?</w:t>
      </w: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</w:t>
      </w: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396EB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364BD6" w:rsidRPr="00396EB3" w:rsidRDefault="00364BD6" w:rsidP="00396EB3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A817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Pr="00A81786" w:rsidRDefault="00364BD6" w:rsidP="00A817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BD6" w:rsidRDefault="00364BD6" w:rsidP="002C18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Řešení: </w:t>
      </w:r>
    </w:p>
    <w:p w:rsidR="00364BD6" w:rsidRDefault="00364BD6" w:rsidP="005B66CF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– 11 = 8</w:t>
      </w:r>
    </w:p>
    <w:p w:rsidR="00364BD6" w:rsidRDefault="00364BD6" w:rsidP="005B66CF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960"/>
        <w:gridCol w:w="1841"/>
        <w:gridCol w:w="1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60"/>
      </w:tblGrid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12 - 4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O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S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M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5 + 7 =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V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A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Á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C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20 - 17 =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Ř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1 + 8 =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E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V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Ě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14 + 3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E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D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M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Á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C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0 + 1 =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J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E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D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A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16 - 11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P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Ě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11 - 7 =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Y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Ř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>K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  <w:tr w:rsidR="00364BD6" w:rsidRPr="00F318EF" w:rsidTr="003672AA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5C73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9 + 11 =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D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 w:rsidRPr="005C73FF">
              <w:rPr>
                <w:rFonts w:cs="Calibri"/>
                <w:color w:val="000000"/>
                <w:lang w:eastAsia="cs-CZ"/>
              </w:rPr>
              <w:t> </w:t>
            </w:r>
            <w:r>
              <w:rPr>
                <w:rFonts w:cs="Calibri"/>
                <w:color w:val="000000"/>
                <w:lang w:eastAsia="cs-CZ"/>
              </w:rPr>
              <w:t>V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A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C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E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</w:t>
            </w:r>
            <w:r w:rsidRPr="005C73FF">
              <w:rPr>
                <w:rFonts w:cs="Calibri"/>
                <w:color w:val="000000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BD6" w:rsidRPr="005C73FF" w:rsidRDefault="00364BD6" w:rsidP="003672AA">
            <w:pPr>
              <w:spacing w:after="0" w:line="240" w:lineRule="auto"/>
              <w:rPr>
                <w:rFonts w:cs="Calibri"/>
                <w:color w:val="000000"/>
                <w:lang w:eastAsia="cs-CZ"/>
              </w:rPr>
            </w:pPr>
          </w:p>
        </w:tc>
      </w:tr>
    </w:tbl>
    <w:p w:rsidR="00364BD6" w:rsidRDefault="00364BD6" w:rsidP="005B66CF">
      <w:pPr>
        <w:rPr>
          <w:rFonts w:ascii="Times New Roman" w:hAnsi="Times New Roman"/>
          <w:sz w:val="28"/>
          <w:szCs w:val="28"/>
        </w:rPr>
      </w:pPr>
    </w:p>
    <w:p w:rsidR="00364BD6" w:rsidRPr="002E4989" w:rsidRDefault="00364BD6" w:rsidP="002E4989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a) 5</w:t>
      </w:r>
    </w:p>
    <w:p w:rsidR="00364BD6" w:rsidRDefault="00364BD6" w:rsidP="005B66CF">
      <w:pPr>
        <w:pStyle w:val="ListParagrap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 8</w:t>
      </w:r>
    </w:p>
    <w:p w:rsidR="00364BD6" w:rsidRDefault="00364BD6" w:rsidP="005B66CF">
      <w:pPr>
        <w:pStyle w:val="ListParagrap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c) 20</w:t>
      </w:r>
    </w:p>
    <w:p w:rsidR="00364BD6" w:rsidRDefault="00364BD6" w:rsidP="005B66CF">
      <w:pPr>
        <w:pStyle w:val="ListParagraph"/>
        <w:rPr>
          <w:rFonts w:ascii="Times New Roman" w:hAnsi="Times New Roman"/>
          <w:sz w:val="28"/>
          <w:szCs w:val="28"/>
        </w:rPr>
      </w:pPr>
    </w:p>
    <w:p w:rsidR="00364BD6" w:rsidRPr="002D6626" w:rsidRDefault="00364BD6" w:rsidP="002D6626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– 3 – 5 = 4</w:t>
      </w:r>
    </w:p>
    <w:sectPr w:rsidR="00364BD6" w:rsidRPr="002D6626" w:rsidSect="005B4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80B6F"/>
    <w:multiLevelType w:val="hybridMultilevel"/>
    <w:tmpl w:val="7AAEE2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F30059"/>
    <w:multiLevelType w:val="hybridMultilevel"/>
    <w:tmpl w:val="83D272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0C230B"/>
    <w:multiLevelType w:val="hybridMultilevel"/>
    <w:tmpl w:val="F6CEDCEA"/>
    <w:lvl w:ilvl="0" w:tplc="A36A8E4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E7F"/>
    <w:rsid w:val="000B026B"/>
    <w:rsid w:val="000D4487"/>
    <w:rsid w:val="001C6BFB"/>
    <w:rsid w:val="0023090D"/>
    <w:rsid w:val="002C184B"/>
    <w:rsid w:val="002D6626"/>
    <w:rsid w:val="002E4989"/>
    <w:rsid w:val="00364BD6"/>
    <w:rsid w:val="003672AA"/>
    <w:rsid w:val="00396EB3"/>
    <w:rsid w:val="00403B19"/>
    <w:rsid w:val="004F6513"/>
    <w:rsid w:val="00592F96"/>
    <w:rsid w:val="005B4B23"/>
    <w:rsid w:val="005B66CF"/>
    <w:rsid w:val="005C73FF"/>
    <w:rsid w:val="005D477F"/>
    <w:rsid w:val="00613BDE"/>
    <w:rsid w:val="00755FD0"/>
    <w:rsid w:val="00760E7F"/>
    <w:rsid w:val="00787595"/>
    <w:rsid w:val="00834140"/>
    <w:rsid w:val="00842B87"/>
    <w:rsid w:val="009C4591"/>
    <w:rsid w:val="00A81786"/>
    <w:rsid w:val="00A8644B"/>
    <w:rsid w:val="00A87512"/>
    <w:rsid w:val="00B80D0A"/>
    <w:rsid w:val="00C66EA9"/>
    <w:rsid w:val="00D21C4D"/>
    <w:rsid w:val="00D76D32"/>
    <w:rsid w:val="00D8316E"/>
    <w:rsid w:val="00F3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B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0E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96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6E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F65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2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189</Words>
  <Characters>1117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POČÍTÁME DO DVACETI</dc:title>
  <dc:subject/>
  <dc:creator>Martina Janušová</dc:creator>
  <cp:keywords/>
  <dc:description/>
  <cp:lastModifiedBy>Hana Vychopňová</cp:lastModifiedBy>
  <cp:revision>2</cp:revision>
  <dcterms:created xsi:type="dcterms:W3CDTF">2012-11-14T16:35:00Z</dcterms:created>
  <dcterms:modified xsi:type="dcterms:W3CDTF">2012-11-14T16:35:00Z</dcterms:modified>
</cp:coreProperties>
</file>